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B458D" w14:textId="775F9783" w:rsidR="00675D53" w:rsidRDefault="001A3CB6" w:rsidP="00C52A77">
      <w:pPr>
        <w:jc w:val="right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URBN Design </w:t>
      </w:r>
    </w:p>
    <w:p w14:paraId="29447FB7" w14:textId="26C768F7" w:rsidR="001A3CB6" w:rsidRDefault="001A3CB6" w:rsidP="00C52A77">
      <w:pPr>
        <w:jc w:val="right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696 NE 125</w:t>
      </w:r>
      <w:r w:rsidRPr="001A3CB6">
        <w:rPr>
          <w:rFonts w:ascii="Calibri" w:hAnsi="Calibri" w:cs="Arial"/>
          <w:b/>
          <w:sz w:val="22"/>
          <w:szCs w:val="22"/>
          <w:vertAlign w:val="superscript"/>
        </w:rPr>
        <w:t>th</w:t>
      </w:r>
      <w:r>
        <w:rPr>
          <w:rFonts w:ascii="Calibri" w:hAnsi="Calibri" w:cs="Arial"/>
          <w:b/>
          <w:sz w:val="22"/>
          <w:szCs w:val="22"/>
        </w:rPr>
        <w:t xml:space="preserve"> Street</w:t>
      </w:r>
    </w:p>
    <w:p w14:paraId="4B128ABF" w14:textId="10B7E976" w:rsidR="001A3CB6" w:rsidRDefault="001A3CB6" w:rsidP="00C52A77">
      <w:pPr>
        <w:jc w:val="right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North Miami, FL 33161 </w:t>
      </w:r>
    </w:p>
    <w:p w14:paraId="14544059" w14:textId="77777777" w:rsidR="00AC5DE1" w:rsidRDefault="00AC5DE1" w:rsidP="00FF5505">
      <w:pPr>
        <w:jc w:val="center"/>
        <w:rPr>
          <w:rFonts w:ascii="Calibri" w:hAnsi="Calibri" w:cs="Arial"/>
          <w:b/>
          <w:sz w:val="22"/>
          <w:szCs w:val="22"/>
        </w:rPr>
      </w:pPr>
    </w:p>
    <w:p w14:paraId="7F355C50" w14:textId="77777777" w:rsidR="00C52A77" w:rsidRPr="007A5B3B" w:rsidRDefault="00C52A77" w:rsidP="00FF5505">
      <w:pPr>
        <w:jc w:val="center"/>
        <w:rPr>
          <w:b/>
          <w:sz w:val="22"/>
          <w:szCs w:val="22"/>
        </w:rPr>
      </w:pPr>
    </w:p>
    <w:p w14:paraId="3D235BEE" w14:textId="756CCA9B" w:rsidR="00C52A77" w:rsidRPr="007A5B3B" w:rsidRDefault="00B53364" w:rsidP="00C52A77">
      <w:pPr>
        <w:rPr>
          <w:sz w:val="22"/>
          <w:szCs w:val="22"/>
        </w:rPr>
      </w:pPr>
      <w:r>
        <w:rPr>
          <w:sz w:val="22"/>
          <w:szCs w:val="22"/>
        </w:rPr>
        <w:t>May 7, 2020</w:t>
      </w:r>
    </w:p>
    <w:p w14:paraId="108A7E79" w14:textId="77777777" w:rsidR="00AC5DE1" w:rsidRPr="007A5B3B" w:rsidRDefault="00AC5DE1" w:rsidP="00FF5505">
      <w:pPr>
        <w:jc w:val="center"/>
        <w:rPr>
          <w:b/>
          <w:sz w:val="22"/>
          <w:szCs w:val="22"/>
        </w:rPr>
      </w:pPr>
    </w:p>
    <w:p w14:paraId="65909ECE" w14:textId="77777777" w:rsidR="007A5B3B" w:rsidRPr="007A5B3B" w:rsidRDefault="007A5B3B" w:rsidP="007A5B3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A5B3B">
        <w:rPr>
          <w:rFonts w:ascii="Times New Roman" w:hAnsi="Times New Roman" w:cs="Times New Roman"/>
          <w:sz w:val="22"/>
          <w:szCs w:val="22"/>
        </w:rPr>
        <w:t>Pompano Beach Building Department</w:t>
      </w:r>
    </w:p>
    <w:p w14:paraId="78293813" w14:textId="77777777" w:rsidR="007A5B3B" w:rsidRPr="007A5B3B" w:rsidRDefault="007A5B3B" w:rsidP="007A5B3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A5B3B">
        <w:rPr>
          <w:rFonts w:ascii="Times New Roman" w:hAnsi="Times New Roman" w:cs="Times New Roman"/>
          <w:sz w:val="22"/>
          <w:szCs w:val="22"/>
        </w:rPr>
        <w:t>Development Review Committee</w:t>
      </w:r>
    </w:p>
    <w:p w14:paraId="605918AD" w14:textId="77777777" w:rsidR="007A5B3B" w:rsidRPr="007A5B3B" w:rsidRDefault="007A5B3B" w:rsidP="007A5B3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A5B3B">
        <w:rPr>
          <w:rFonts w:ascii="Times New Roman" w:hAnsi="Times New Roman" w:cs="Times New Roman"/>
          <w:sz w:val="22"/>
          <w:szCs w:val="22"/>
        </w:rPr>
        <w:t>100 W Atlantic Blvd</w:t>
      </w:r>
    </w:p>
    <w:p w14:paraId="551494B7" w14:textId="77777777" w:rsidR="007A5B3B" w:rsidRPr="007A5B3B" w:rsidRDefault="007A5B3B" w:rsidP="007A5B3B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A5B3B">
        <w:rPr>
          <w:rFonts w:ascii="Times New Roman" w:hAnsi="Times New Roman" w:cs="Times New Roman"/>
          <w:sz w:val="22"/>
          <w:szCs w:val="22"/>
        </w:rPr>
        <w:t>Pompano Beach, FL 33060</w:t>
      </w:r>
    </w:p>
    <w:p w14:paraId="119A1197" w14:textId="77777777" w:rsidR="007A5B3B" w:rsidRPr="007A5B3B" w:rsidRDefault="007A5B3B" w:rsidP="007A5B3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EA190EA" w14:textId="77777777" w:rsidR="007A5B3B" w:rsidRPr="007A5B3B" w:rsidRDefault="007A5B3B" w:rsidP="007A5B3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F849780" w14:textId="0F3BB7B4" w:rsidR="001A3CB6" w:rsidRDefault="007A5B3B" w:rsidP="007A5B3B">
      <w:pPr>
        <w:pStyle w:val="Default"/>
        <w:rPr>
          <w:rFonts w:ascii="Times New Roman" w:hAnsi="Times New Roman" w:cs="Times New Roman"/>
          <w:b/>
          <w:bCs/>
          <w:sz w:val="22"/>
          <w:szCs w:val="22"/>
        </w:rPr>
      </w:pPr>
      <w:r w:rsidRPr="007A5B3B">
        <w:rPr>
          <w:rFonts w:ascii="Times New Roman" w:hAnsi="Times New Roman" w:cs="Times New Roman"/>
          <w:b/>
          <w:bCs/>
          <w:sz w:val="22"/>
          <w:szCs w:val="22"/>
        </w:rPr>
        <w:t xml:space="preserve">Re: </w:t>
      </w:r>
      <w:r w:rsidR="001A3CB6">
        <w:rPr>
          <w:rFonts w:ascii="Times New Roman" w:hAnsi="Times New Roman" w:cs="Times New Roman"/>
          <w:b/>
          <w:bCs/>
          <w:sz w:val="22"/>
          <w:szCs w:val="22"/>
        </w:rPr>
        <w:tab/>
      </w:r>
      <w:r w:rsidRPr="007A5B3B">
        <w:rPr>
          <w:rFonts w:ascii="Times New Roman" w:hAnsi="Times New Roman" w:cs="Times New Roman"/>
          <w:b/>
          <w:bCs/>
          <w:sz w:val="22"/>
          <w:szCs w:val="22"/>
        </w:rPr>
        <w:t xml:space="preserve">19-12000016 Festival Marketplace DRC Resubmittal </w:t>
      </w:r>
    </w:p>
    <w:p w14:paraId="2632D3D7" w14:textId="6EE2D614" w:rsidR="006A36FC" w:rsidRPr="001A3CB6" w:rsidRDefault="001A3CB6" w:rsidP="007A5B3B">
      <w:pPr>
        <w:pStyle w:val="Defaul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1A3CB6">
        <w:rPr>
          <w:rFonts w:ascii="Times New Roman" w:hAnsi="Times New Roman" w:cs="Times New Roman"/>
          <w:b/>
          <w:sz w:val="22"/>
          <w:szCs w:val="22"/>
        </w:rPr>
        <w:t xml:space="preserve">Sustainable Development Requirements </w:t>
      </w:r>
      <w:r w:rsidR="00C52A77" w:rsidRPr="001A3CB6">
        <w:rPr>
          <w:rFonts w:ascii="Times New Roman" w:hAnsi="Times New Roman" w:cs="Times New Roman"/>
          <w:b/>
          <w:sz w:val="22"/>
          <w:szCs w:val="22"/>
        </w:rPr>
        <w:tab/>
      </w:r>
    </w:p>
    <w:p w14:paraId="0DC9048E" w14:textId="77777777" w:rsidR="002A0461" w:rsidRPr="007A5B3B" w:rsidRDefault="00E85D26" w:rsidP="00FC102F">
      <w:pPr>
        <w:tabs>
          <w:tab w:val="left" w:pos="900"/>
          <w:tab w:val="right" w:leader="underscore" w:pos="5040"/>
        </w:tabs>
        <w:jc w:val="both"/>
        <w:rPr>
          <w:b/>
          <w:sz w:val="22"/>
          <w:szCs w:val="22"/>
        </w:rPr>
      </w:pPr>
      <w:r w:rsidRPr="007A5B3B">
        <w:rPr>
          <w:b/>
          <w:sz w:val="22"/>
          <w:szCs w:val="22"/>
        </w:rPr>
        <w:tab/>
      </w:r>
    </w:p>
    <w:p w14:paraId="79E35726" w14:textId="01032061" w:rsidR="00FD42F5" w:rsidRPr="007A5B3B" w:rsidRDefault="00FD42F5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  <w:r w:rsidRPr="007A5B3B">
        <w:rPr>
          <w:sz w:val="22"/>
          <w:szCs w:val="22"/>
        </w:rPr>
        <w:t xml:space="preserve">Dear </w:t>
      </w:r>
      <w:r w:rsidR="00675D53" w:rsidRPr="007A5B3B">
        <w:rPr>
          <w:sz w:val="22"/>
          <w:szCs w:val="22"/>
        </w:rPr>
        <w:t xml:space="preserve">City of </w:t>
      </w:r>
      <w:r w:rsidR="007A5B3B" w:rsidRPr="007A5B3B">
        <w:rPr>
          <w:sz w:val="22"/>
          <w:szCs w:val="22"/>
        </w:rPr>
        <w:t>Pompano Beach</w:t>
      </w:r>
      <w:r w:rsidR="00675D53" w:rsidRPr="007A5B3B">
        <w:rPr>
          <w:sz w:val="22"/>
          <w:szCs w:val="22"/>
        </w:rPr>
        <w:t>:</w:t>
      </w:r>
    </w:p>
    <w:p w14:paraId="16EC3737" w14:textId="7F0EEFAD" w:rsidR="00675D53" w:rsidRPr="007A5B3B" w:rsidRDefault="00675D53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</w:p>
    <w:p w14:paraId="1932CE7C" w14:textId="22DD589D" w:rsidR="001A3CB6" w:rsidRDefault="001A3CB6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>Below is a summary of the project features that will be incorporated into the design of the project in order to meet the sustainable development requirement:</w:t>
      </w:r>
    </w:p>
    <w:p w14:paraId="172AAC3A" w14:textId="77777777" w:rsidR="001A3CB6" w:rsidRDefault="001A3CB6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</w:p>
    <w:p w14:paraId="079E2625" w14:textId="49DEDF24" w:rsidR="001A3CB6" w:rsidRDefault="001A3CB6" w:rsidP="001A3CB6">
      <w:pPr>
        <w:pStyle w:val="ListParagraph"/>
        <w:numPr>
          <w:ilvl w:val="0"/>
          <w:numId w:val="42"/>
        </w:num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>Efficient Cooling- All air conditioners will be Energy Star qualified. (2 points)</w:t>
      </w:r>
    </w:p>
    <w:p w14:paraId="689AE07F" w14:textId="0F21E866" w:rsidR="001A3CB6" w:rsidRDefault="001A3CB6" w:rsidP="001A3CB6">
      <w:pPr>
        <w:pStyle w:val="ListParagraph"/>
        <w:numPr>
          <w:ilvl w:val="0"/>
          <w:numId w:val="42"/>
        </w:num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Hurricane Resistant Structures: The building is designed to meet increased wind loads of 150 MPH (4 points) </w:t>
      </w:r>
    </w:p>
    <w:p w14:paraId="7EA79D93" w14:textId="77777777" w:rsidR="001A3CB6" w:rsidRDefault="001A3CB6" w:rsidP="001A3CB6">
      <w:pPr>
        <w:pStyle w:val="ListParagraph"/>
        <w:numPr>
          <w:ilvl w:val="0"/>
          <w:numId w:val="42"/>
        </w:num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Infill Development- The development is within infill development. (4 points) </w:t>
      </w:r>
    </w:p>
    <w:p w14:paraId="50001683" w14:textId="76704153" w:rsidR="001A3CB6" w:rsidRDefault="00B53364" w:rsidP="001A3CB6">
      <w:pPr>
        <w:pStyle w:val="ListParagraph"/>
        <w:numPr>
          <w:ilvl w:val="0"/>
          <w:numId w:val="42"/>
        </w:num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>White Roof- Roof surfaces will be a white material</w:t>
      </w:r>
      <w:r w:rsidR="001A3CB6">
        <w:rPr>
          <w:sz w:val="22"/>
          <w:szCs w:val="22"/>
        </w:rPr>
        <w:t xml:space="preserve"> (2 points) </w:t>
      </w:r>
    </w:p>
    <w:p w14:paraId="7871592B" w14:textId="28977E1E" w:rsidR="001A3CB6" w:rsidRDefault="001A3CB6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</w:p>
    <w:p w14:paraId="5832B73F" w14:textId="3E06526A" w:rsidR="001A3CB6" w:rsidRDefault="001A3CB6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total number of points for the project is twelve (12) which meets the minimum requirement. </w:t>
      </w:r>
    </w:p>
    <w:p w14:paraId="13948B25" w14:textId="77777777" w:rsidR="001A3CB6" w:rsidRPr="007A5B3B" w:rsidRDefault="001A3CB6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</w:p>
    <w:p w14:paraId="0046B7D3" w14:textId="77777777" w:rsidR="00C52A77" w:rsidRPr="007A5B3B" w:rsidRDefault="00C52A77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  <w:r w:rsidRPr="007A5B3B">
        <w:rPr>
          <w:sz w:val="22"/>
          <w:szCs w:val="22"/>
        </w:rPr>
        <w:t>Thank you,</w:t>
      </w:r>
      <w:bookmarkStart w:id="0" w:name="_GoBack"/>
      <w:bookmarkEnd w:id="0"/>
    </w:p>
    <w:p w14:paraId="3406DBD1" w14:textId="77777777" w:rsidR="00E85D26" w:rsidRPr="007A5B3B" w:rsidRDefault="00E85D26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</w:p>
    <w:p w14:paraId="062BA351" w14:textId="239E7B06" w:rsidR="00C52A77" w:rsidRPr="007A5B3B" w:rsidRDefault="00C52A77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</w:p>
    <w:p w14:paraId="3FEE7EE8" w14:textId="3B87552C" w:rsidR="00BF1252" w:rsidRPr="007A5B3B" w:rsidRDefault="00BF1252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</w:p>
    <w:p w14:paraId="51DB54B2" w14:textId="77777777" w:rsidR="00BF1252" w:rsidRPr="007A5B3B" w:rsidRDefault="00BF1252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</w:p>
    <w:p w14:paraId="336D5B97" w14:textId="55DB1546" w:rsidR="001A3CB6" w:rsidRDefault="001A3CB6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>Christopher Collins, PE</w:t>
      </w:r>
    </w:p>
    <w:p w14:paraId="50CBF07A" w14:textId="74D57B53" w:rsidR="001A3CB6" w:rsidRDefault="001A3CB6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President </w:t>
      </w:r>
    </w:p>
    <w:p w14:paraId="3CE91876" w14:textId="77777777" w:rsidR="001A3CB6" w:rsidRPr="007A5B3B" w:rsidRDefault="001A3CB6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</w:p>
    <w:sectPr w:rsidR="001A3CB6" w:rsidRPr="007A5B3B" w:rsidSect="005D7E85">
      <w:headerReference w:type="default" r:id="rId7"/>
      <w:footerReference w:type="default" r:id="rId8"/>
      <w:pgSz w:w="12240" w:h="15840" w:code="1"/>
      <w:pgMar w:top="1440" w:right="1440" w:bottom="1440" w:left="1440" w:header="187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7584A" w14:textId="77777777" w:rsidR="00AB1AEF" w:rsidRDefault="00AB1AEF">
      <w:r>
        <w:separator/>
      </w:r>
    </w:p>
  </w:endnote>
  <w:endnote w:type="continuationSeparator" w:id="0">
    <w:p w14:paraId="27E428EC" w14:textId="77777777" w:rsidR="00AB1AEF" w:rsidRDefault="00AB1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um">
    <w:altName w:val="Optimum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5A222" w14:textId="77777777" w:rsidR="009B4B78" w:rsidRDefault="00423F56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74F74" w14:textId="77777777" w:rsidR="00AB1AEF" w:rsidRDefault="00AB1AEF">
      <w:r>
        <w:separator/>
      </w:r>
    </w:p>
  </w:footnote>
  <w:footnote w:type="continuationSeparator" w:id="0">
    <w:p w14:paraId="32541041" w14:textId="77777777" w:rsidR="00AB1AEF" w:rsidRDefault="00AB1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4CE51" w14:textId="77777777" w:rsidR="00BC0187" w:rsidRDefault="00BC0187" w:rsidP="006C566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74C37"/>
    <w:multiLevelType w:val="hybridMultilevel"/>
    <w:tmpl w:val="44143E7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01F42"/>
    <w:multiLevelType w:val="multilevel"/>
    <w:tmpl w:val="D034EA60"/>
    <w:lvl w:ilvl="0">
      <w:start w:val="3"/>
      <w:numFmt w:val="decimal"/>
      <w:lvlText w:val="%1.0"/>
      <w:lvlJc w:val="left"/>
      <w:pPr>
        <w:tabs>
          <w:tab w:val="num" w:pos="1392"/>
        </w:tabs>
        <w:ind w:left="1392" w:hanging="10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12"/>
        </w:tabs>
        <w:ind w:left="2112" w:hanging="10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32"/>
        </w:tabs>
        <w:ind w:left="2832" w:hanging="103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52"/>
        </w:tabs>
        <w:ind w:left="3552" w:hanging="103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2" w15:restartNumberingAfterBreak="0">
    <w:nsid w:val="077C455D"/>
    <w:multiLevelType w:val="hybridMultilevel"/>
    <w:tmpl w:val="7F7A112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5479B"/>
    <w:multiLevelType w:val="hybridMultilevel"/>
    <w:tmpl w:val="A9B03C08"/>
    <w:lvl w:ilvl="0" w:tplc="2276717C">
      <w:start w:val="1"/>
      <w:numFmt w:val="lowerLetter"/>
      <w:lvlText w:val="%1)"/>
      <w:lvlJc w:val="left"/>
      <w:pPr>
        <w:tabs>
          <w:tab w:val="num" w:pos="2505"/>
        </w:tabs>
        <w:ind w:left="2505" w:hanging="360"/>
      </w:pPr>
      <w:rPr>
        <w:rFonts w:hint="default"/>
        <w:cap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4" w15:restartNumberingAfterBreak="0">
    <w:nsid w:val="09EA7BF1"/>
    <w:multiLevelType w:val="hybridMultilevel"/>
    <w:tmpl w:val="65A039DC"/>
    <w:lvl w:ilvl="0" w:tplc="0EDA076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76D9A"/>
    <w:multiLevelType w:val="hybridMultilevel"/>
    <w:tmpl w:val="1B7E0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83F80"/>
    <w:multiLevelType w:val="hybridMultilevel"/>
    <w:tmpl w:val="6F684C4A"/>
    <w:lvl w:ilvl="0" w:tplc="218AF2F0">
      <w:start w:val="2"/>
      <w:numFmt w:val="upperLetter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60F56"/>
    <w:multiLevelType w:val="multilevel"/>
    <w:tmpl w:val="6F6024C0"/>
    <w:lvl w:ilvl="0">
      <w:start w:val="1"/>
      <w:numFmt w:val="decimal"/>
      <w:lvlText w:val="%1.0"/>
      <w:lvlJc w:val="left"/>
      <w:pPr>
        <w:ind w:left="135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7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8" w15:restartNumberingAfterBreak="0">
    <w:nsid w:val="12B725F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6D52B84"/>
    <w:multiLevelType w:val="multilevel"/>
    <w:tmpl w:val="BB149D5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414B1"/>
    <w:multiLevelType w:val="hybridMultilevel"/>
    <w:tmpl w:val="82B49CA8"/>
    <w:lvl w:ilvl="0" w:tplc="10F608F6">
      <w:start w:val="9"/>
      <w:numFmt w:val="upperLetter"/>
      <w:lvlText w:val="%1."/>
      <w:lvlJc w:val="left"/>
      <w:pPr>
        <w:tabs>
          <w:tab w:val="num" w:pos="3075"/>
        </w:tabs>
        <w:ind w:left="307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282B7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38E4278"/>
    <w:multiLevelType w:val="hybridMultilevel"/>
    <w:tmpl w:val="CB727D8E"/>
    <w:lvl w:ilvl="0" w:tplc="CE3C83B8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D4B6429"/>
    <w:multiLevelType w:val="hybridMultilevel"/>
    <w:tmpl w:val="77DEE5F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D46811"/>
    <w:multiLevelType w:val="hybridMultilevel"/>
    <w:tmpl w:val="614E7260"/>
    <w:lvl w:ilvl="0" w:tplc="0409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32983474"/>
    <w:multiLevelType w:val="hybridMultilevel"/>
    <w:tmpl w:val="1402EA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C560D8"/>
    <w:multiLevelType w:val="singleLevel"/>
    <w:tmpl w:val="3F1EDDB8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33DD5622"/>
    <w:multiLevelType w:val="hybridMultilevel"/>
    <w:tmpl w:val="34F4C506"/>
    <w:lvl w:ilvl="0" w:tplc="2BB07030">
      <w:start w:val="4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44DF88">
      <w:start w:val="1"/>
      <w:numFmt w:val="decimal"/>
      <w:lvlText w:val="%3"/>
      <w:lvlJc w:val="left"/>
      <w:pPr>
        <w:tabs>
          <w:tab w:val="num" w:pos="2460"/>
        </w:tabs>
        <w:ind w:left="2460" w:hanging="480"/>
      </w:pPr>
      <w:rPr>
        <w:rFonts w:hint="default"/>
        <w:b/>
      </w:rPr>
    </w:lvl>
    <w:lvl w:ilvl="3" w:tplc="FB68574A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CB96B21A">
      <w:start w:val="1"/>
      <w:numFmt w:val="none"/>
      <w:lvlText w:val="1.0"/>
      <w:lvlJc w:val="left"/>
      <w:pPr>
        <w:tabs>
          <w:tab w:val="num" w:pos="3600"/>
        </w:tabs>
        <w:ind w:left="1152" w:hanging="432"/>
      </w:pPr>
      <w:rPr>
        <w:rFonts w:ascii="Times New Roman" w:eastAsia="Times New Roman" w:hAnsi="Times New Roman" w:cs="Times New Roman" w:hint="default"/>
        <w:u w:val="none"/>
      </w:rPr>
    </w:lvl>
    <w:lvl w:ilvl="5" w:tplc="51AA6F6E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  <w:u w:val="none"/>
      </w:rPr>
    </w:lvl>
    <w:lvl w:ilvl="6" w:tplc="E65A9826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hint="default"/>
        <w:u w:val="none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717B2"/>
    <w:multiLevelType w:val="hybridMultilevel"/>
    <w:tmpl w:val="8892A956"/>
    <w:lvl w:ilvl="0" w:tplc="0409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9B2C23"/>
    <w:multiLevelType w:val="hybridMultilevel"/>
    <w:tmpl w:val="E374869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6179A"/>
    <w:multiLevelType w:val="hybridMultilevel"/>
    <w:tmpl w:val="60088B90"/>
    <w:lvl w:ilvl="0" w:tplc="5A98FE78">
      <w:start w:val="3"/>
      <w:numFmt w:val="upperLetter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 w:tplc="A4D0466A">
      <w:start w:val="5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547F9"/>
    <w:multiLevelType w:val="hybridMultilevel"/>
    <w:tmpl w:val="BB149D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742B5"/>
    <w:multiLevelType w:val="multilevel"/>
    <w:tmpl w:val="969C7832"/>
    <w:lvl w:ilvl="0">
      <w:start w:val="3"/>
      <w:numFmt w:val="decimal"/>
      <w:lvlText w:val="%1.0"/>
      <w:lvlJc w:val="left"/>
      <w:pPr>
        <w:tabs>
          <w:tab w:val="num" w:pos="1080"/>
        </w:tabs>
        <w:ind w:left="108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  <w:b/>
        <w:u w:val="single"/>
      </w:rPr>
    </w:lvl>
  </w:abstractNum>
  <w:abstractNum w:abstractNumId="23" w15:restartNumberingAfterBreak="0">
    <w:nsid w:val="385E1FCD"/>
    <w:multiLevelType w:val="hybridMultilevel"/>
    <w:tmpl w:val="4A98294A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DDC52A8"/>
    <w:multiLevelType w:val="hybridMultilevel"/>
    <w:tmpl w:val="6B448B80"/>
    <w:lvl w:ilvl="0" w:tplc="2276717C">
      <w:start w:val="1"/>
      <w:numFmt w:val="lowerLetter"/>
      <w:lvlText w:val="%1)"/>
      <w:lvlJc w:val="left"/>
      <w:pPr>
        <w:tabs>
          <w:tab w:val="num" w:pos="2505"/>
        </w:tabs>
        <w:ind w:left="2505" w:hanging="360"/>
      </w:pPr>
      <w:rPr>
        <w:rFonts w:hint="default"/>
        <w:cap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25" w15:restartNumberingAfterBreak="0">
    <w:nsid w:val="409A0AA5"/>
    <w:multiLevelType w:val="hybridMultilevel"/>
    <w:tmpl w:val="2F9010A4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BE6636"/>
    <w:multiLevelType w:val="hybridMultilevel"/>
    <w:tmpl w:val="E35E20EC"/>
    <w:lvl w:ilvl="0" w:tplc="0409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E17CEC"/>
    <w:multiLevelType w:val="hybridMultilevel"/>
    <w:tmpl w:val="A53EC304"/>
    <w:lvl w:ilvl="0" w:tplc="1D7CA242">
      <w:start w:val="6"/>
      <w:numFmt w:val="upperLetter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C6350F"/>
    <w:multiLevelType w:val="hybridMultilevel"/>
    <w:tmpl w:val="8BD02D8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770FD8"/>
    <w:multiLevelType w:val="hybridMultilevel"/>
    <w:tmpl w:val="E7B6C710"/>
    <w:lvl w:ilvl="0" w:tplc="5FEC52C8">
      <w:start w:val="1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A155D4"/>
    <w:multiLevelType w:val="hybridMultilevel"/>
    <w:tmpl w:val="CB7878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6EB496C"/>
    <w:multiLevelType w:val="hybridMultilevel"/>
    <w:tmpl w:val="36F47F74"/>
    <w:lvl w:ilvl="0" w:tplc="8696A5B2">
      <w:start w:val="7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915"/>
        </w:tabs>
        <w:ind w:left="-9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195"/>
        </w:tabs>
        <w:ind w:left="-1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5"/>
        </w:tabs>
        <w:ind w:left="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245"/>
        </w:tabs>
        <w:ind w:left="1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965"/>
        </w:tabs>
        <w:ind w:left="1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85"/>
        </w:tabs>
        <w:ind w:left="2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405"/>
        </w:tabs>
        <w:ind w:left="3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25"/>
        </w:tabs>
        <w:ind w:left="4125" w:hanging="180"/>
      </w:pPr>
    </w:lvl>
  </w:abstractNum>
  <w:abstractNum w:abstractNumId="32" w15:restartNumberingAfterBreak="0">
    <w:nsid w:val="586D1941"/>
    <w:multiLevelType w:val="hybridMultilevel"/>
    <w:tmpl w:val="14CE767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F62743"/>
    <w:multiLevelType w:val="hybridMultilevel"/>
    <w:tmpl w:val="DE085C8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F4E74FA"/>
    <w:multiLevelType w:val="multilevel"/>
    <w:tmpl w:val="44143E7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34333"/>
    <w:multiLevelType w:val="hybridMultilevel"/>
    <w:tmpl w:val="55CCEE0C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3C13B8"/>
    <w:multiLevelType w:val="hybridMultilevel"/>
    <w:tmpl w:val="1602C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246F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2241063"/>
    <w:multiLevelType w:val="multilevel"/>
    <w:tmpl w:val="CA3E2CAC"/>
    <w:lvl w:ilvl="0">
      <w:start w:val="2"/>
      <w:numFmt w:val="decimal"/>
      <w:lvlText w:val="%1.0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  <w:b/>
      </w:rPr>
    </w:lvl>
  </w:abstractNum>
  <w:abstractNum w:abstractNumId="39" w15:restartNumberingAfterBreak="0">
    <w:nsid w:val="7927158C"/>
    <w:multiLevelType w:val="hybridMultilevel"/>
    <w:tmpl w:val="ABFA2CF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5113A"/>
    <w:multiLevelType w:val="hybridMultilevel"/>
    <w:tmpl w:val="FD648582"/>
    <w:lvl w:ilvl="0" w:tplc="0409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98739E"/>
    <w:multiLevelType w:val="hybridMultilevel"/>
    <w:tmpl w:val="1818A77C"/>
    <w:lvl w:ilvl="0" w:tplc="2276717C">
      <w:start w:val="1"/>
      <w:numFmt w:val="lowerLetter"/>
      <w:lvlText w:val="%1)"/>
      <w:lvlJc w:val="left"/>
      <w:pPr>
        <w:tabs>
          <w:tab w:val="num" w:pos="2505"/>
        </w:tabs>
        <w:ind w:left="2505" w:hanging="360"/>
      </w:pPr>
      <w:rPr>
        <w:rFonts w:hint="default"/>
        <w:caps/>
      </w:rPr>
    </w:lvl>
    <w:lvl w:ilvl="1" w:tplc="2276717C">
      <w:start w:val="1"/>
      <w:numFmt w:val="lowerLetter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aps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num w:numId="1">
    <w:abstractNumId w:val="25"/>
  </w:num>
  <w:num w:numId="2">
    <w:abstractNumId w:val="26"/>
  </w:num>
  <w:num w:numId="3">
    <w:abstractNumId w:val="17"/>
  </w:num>
  <w:num w:numId="4">
    <w:abstractNumId w:val="14"/>
  </w:num>
  <w:num w:numId="5">
    <w:abstractNumId w:val="38"/>
  </w:num>
  <w:num w:numId="6">
    <w:abstractNumId w:val="41"/>
  </w:num>
  <w:num w:numId="7">
    <w:abstractNumId w:val="24"/>
  </w:num>
  <w:num w:numId="8">
    <w:abstractNumId w:val="3"/>
  </w:num>
  <w:num w:numId="9">
    <w:abstractNumId w:val="0"/>
  </w:num>
  <w:num w:numId="10">
    <w:abstractNumId w:val="21"/>
  </w:num>
  <w:num w:numId="11">
    <w:abstractNumId w:val="15"/>
  </w:num>
  <w:num w:numId="12">
    <w:abstractNumId w:val="28"/>
  </w:num>
  <w:num w:numId="13">
    <w:abstractNumId w:val="19"/>
  </w:num>
  <w:num w:numId="14">
    <w:abstractNumId w:val="20"/>
  </w:num>
  <w:num w:numId="15">
    <w:abstractNumId w:val="6"/>
  </w:num>
  <w:num w:numId="16">
    <w:abstractNumId w:val="27"/>
  </w:num>
  <w:num w:numId="17">
    <w:abstractNumId w:val="31"/>
  </w:num>
  <w:num w:numId="18">
    <w:abstractNumId w:val="10"/>
  </w:num>
  <w:num w:numId="19">
    <w:abstractNumId w:val="29"/>
  </w:num>
  <w:num w:numId="20">
    <w:abstractNumId w:val="37"/>
  </w:num>
  <w:num w:numId="21">
    <w:abstractNumId w:val="2"/>
  </w:num>
  <w:num w:numId="22">
    <w:abstractNumId w:val="9"/>
  </w:num>
  <w:num w:numId="23">
    <w:abstractNumId w:val="18"/>
  </w:num>
  <w:num w:numId="24">
    <w:abstractNumId w:val="34"/>
  </w:num>
  <w:num w:numId="25">
    <w:abstractNumId w:val="40"/>
  </w:num>
  <w:num w:numId="26">
    <w:abstractNumId w:val="11"/>
  </w:num>
  <w:num w:numId="27">
    <w:abstractNumId w:val="32"/>
  </w:num>
  <w:num w:numId="28">
    <w:abstractNumId w:val="8"/>
  </w:num>
  <w:num w:numId="29">
    <w:abstractNumId w:val="39"/>
  </w:num>
  <w:num w:numId="30">
    <w:abstractNumId w:val="23"/>
  </w:num>
  <w:num w:numId="31">
    <w:abstractNumId w:val="22"/>
  </w:num>
  <w:num w:numId="32">
    <w:abstractNumId w:val="16"/>
  </w:num>
  <w:num w:numId="33">
    <w:abstractNumId w:val="7"/>
  </w:num>
  <w:num w:numId="34">
    <w:abstractNumId w:val="13"/>
  </w:num>
  <w:num w:numId="35">
    <w:abstractNumId w:val="30"/>
  </w:num>
  <w:num w:numId="36">
    <w:abstractNumId w:val="35"/>
  </w:num>
  <w:num w:numId="37">
    <w:abstractNumId w:val="33"/>
  </w:num>
  <w:num w:numId="38">
    <w:abstractNumId w:val="1"/>
  </w:num>
  <w:num w:numId="39">
    <w:abstractNumId w:val="4"/>
  </w:num>
  <w:num w:numId="40">
    <w:abstractNumId w:val="5"/>
  </w:num>
  <w:num w:numId="41">
    <w:abstractNumId w:val="12"/>
  </w:num>
  <w:num w:numId="42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F17"/>
    <w:rsid w:val="0000423D"/>
    <w:rsid w:val="00017701"/>
    <w:rsid w:val="000309BD"/>
    <w:rsid w:val="00032BF8"/>
    <w:rsid w:val="000573B1"/>
    <w:rsid w:val="00061342"/>
    <w:rsid w:val="00062A13"/>
    <w:rsid w:val="00062BB9"/>
    <w:rsid w:val="000717CD"/>
    <w:rsid w:val="00081D56"/>
    <w:rsid w:val="00084806"/>
    <w:rsid w:val="000877E7"/>
    <w:rsid w:val="000878DC"/>
    <w:rsid w:val="000A2AB2"/>
    <w:rsid w:val="000B1D86"/>
    <w:rsid w:val="000C78A6"/>
    <w:rsid w:val="000D0AF3"/>
    <w:rsid w:val="000D3DCD"/>
    <w:rsid w:val="000D753B"/>
    <w:rsid w:val="000E64AA"/>
    <w:rsid w:val="000E6D61"/>
    <w:rsid w:val="000E7510"/>
    <w:rsid w:val="000F2E44"/>
    <w:rsid w:val="001009E5"/>
    <w:rsid w:val="001046BF"/>
    <w:rsid w:val="00114CDF"/>
    <w:rsid w:val="00120AEF"/>
    <w:rsid w:val="00127C5A"/>
    <w:rsid w:val="00135BA7"/>
    <w:rsid w:val="001421A5"/>
    <w:rsid w:val="00143874"/>
    <w:rsid w:val="001449C4"/>
    <w:rsid w:val="001458CB"/>
    <w:rsid w:val="00150CC9"/>
    <w:rsid w:val="0015115D"/>
    <w:rsid w:val="0015560B"/>
    <w:rsid w:val="00156819"/>
    <w:rsid w:val="00167696"/>
    <w:rsid w:val="00171135"/>
    <w:rsid w:val="00173421"/>
    <w:rsid w:val="00176DB9"/>
    <w:rsid w:val="001818FE"/>
    <w:rsid w:val="001963C7"/>
    <w:rsid w:val="001A3CB6"/>
    <w:rsid w:val="001A4293"/>
    <w:rsid w:val="001A5615"/>
    <w:rsid w:val="001A66EF"/>
    <w:rsid w:val="001A7AE6"/>
    <w:rsid w:val="001B3E44"/>
    <w:rsid w:val="001C1F51"/>
    <w:rsid w:val="001D7969"/>
    <w:rsid w:val="001E11B2"/>
    <w:rsid w:val="001E4DB8"/>
    <w:rsid w:val="001F29EF"/>
    <w:rsid w:val="001F3BC0"/>
    <w:rsid w:val="00206AD3"/>
    <w:rsid w:val="00215CBD"/>
    <w:rsid w:val="00226BCA"/>
    <w:rsid w:val="0023417C"/>
    <w:rsid w:val="002377EF"/>
    <w:rsid w:val="002514E1"/>
    <w:rsid w:val="0025461D"/>
    <w:rsid w:val="002574E8"/>
    <w:rsid w:val="00266289"/>
    <w:rsid w:val="0027630C"/>
    <w:rsid w:val="002778DA"/>
    <w:rsid w:val="00277C50"/>
    <w:rsid w:val="00287024"/>
    <w:rsid w:val="00293F24"/>
    <w:rsid w:val="00297F01"/>
    <w:rsid w:val="002A0461"/>
    <w:rsid w:val="002A45C3"/>
    <w:rsid w:val="002A53E1"/>
    <w:rsid w:val="002A5FC9"/>
    <w:rsid w:val="002B1D13"/>
    <w:rsid w:val="002B2185"/>
    <w:rsid w:val="002D734E"/>
    <w:rsid w:val="002D7ECE"/>
    <w:rsid w:val="002E0C8A"/>
    <w:rsid w:val="002F0A9B"/>
    <w:rsid w:val="002F2836"/>
    <w:rsid w:val="002F4940"/>
    <w:rsid w:val="002F55C7"/>
    <w:rsid w:val="00306AA2"/>
    <w:rsid w:val="00306E17"/>
    <w:rsid w:val="003114C6"/>
    <w:rsid w:val="00313146"/>
    <w:rsid w:val="00327F00"/>
    <w:rsid w:val="00333347"/>
    <w:rsid w:val="00335F5A"/>
    <w:rsid w:val="00346F9B"/>
    <w:rsid w:val="00347C53"/>
    <w:rsid w:val="00356EB9"/>
    <w:rsid w:val="003650C9"/>
    <w:rsid w:val="00371F78"/>
    <w:rsid w:val="00374183"/>
    <w:rsid w:val="00377AF8"/>
    <w:rsid w:val="00384E66"/>
    <w:rsid w:val="00397D5D"/>
    <w:rsid w:val="003A0B7E"/>
    <w:rsid w:val="003A3497"/>
    <w:rsid w:val="003A606D"/>
    <w:rsid w:val="003A770C"/>
    <w:rsid w:val="003B7EFD"/>
    <w:rsid w:val="003C2CBA"/>
    <w:rsid w:val="003C662D"/>
    <w:rsid w:val="003C66F4"/>
    <w:rsid w:val="003D127A"/>
    <w:rsid w:val="003D428C"/>
    <w:rsid w:val="003E4979"/>
    <w:rsid w:val="003E68E6"/>
    <w:rsid w:val="003F1EEE"/>
    <w:rsid w:val="003F2544"/>
    <w:rsid w:val="003F4622"/>
    <w:rsid w:val="004001F2"/>
    <w:rsid w:val="00411C6A"/>
    <w:rsid w:val="004120D0"/>
    <w:rsid w:val="00413FF2"/>
    <w:rsid w:val="00414A52"/>
    <w:rsid w:val="0041515C"/>
    <w:rsid w:val="00415674"/>
    <w:rsid w:val="004174AB"/>
    <w:rsid w:val="00423F56"/>
    <w:rsid w:val="00443B95"/>
    <w:rsid w:val="0044515F"/>
    <w:rsid w:val="00452395"/>
    <w:rsid w:val="00453412"/>
    <w:rsid w:val="00463F4C"/>
    <w:rsid w:val="004644F5"/>
    <w:rsid w:val="00473A4F"/>
    <w:rsid w:val="0047529E"/>
    <w:rsid w:val="004755C2"/>
    <w:rsid w:val="00481A50"/>
    <w:rsid w:val="00481EB6"/>
    <w:rsid w:val="00482E03"/>
    <w:rsid w:val="0048386A"/>
    <w:rsid w:val="00490D57"/>
    <w:rsid w:val="004942B8"/>
    <w:rsid w:val="004A440D"/>
    <w:rsid w:val="004A53F3"/>
    <w:rsid w:val="004B6449"/>
    <w:rsid w:val="004C5E2D"/>
    <w:rsid w:val="004D0FC7"/>
    <w:rsid w:val="004D1833"/>
    <w:rsid w:val="004D4E27"/>
    <w:rsid w:val="004D7DA2"/>
    <w:rsid w:val="004F05AC"/>
    <w:rsid w:val="004F34F0"/>
    <w:rsid w:val="004F53C3"/>
    <w:rsid w:val="004F5FCB"/>
    <w:rsid w:val="0050389B"/>
    <w:rsid w:val="0051492C"/>
    <w:rsid w:val="00531FA4"/>
    <w:rsid w:val="00535E8C"/>
    <w:rsid w:val="00544679"/>
    <w:rsid w:val="00554EB7"/>
    <w:rsid w:val="00555F31"/>
    <w:rsid w:val="0055641B"/>
    <w:rsid w:val="005567BB"/>
    <w:rsid w:val="00592622"/>
    <w:rsid w:val="00592DAF"/>
    <w:rsid w:val="00593713"/>
    <w:rsid w:val="00593C8A"/>
    <w:rsid w:val="00594951"/>
    <w:rsid w:val="005A1AE3"/>
    <w:rsid w:val="005A5A20"/>
    <w:rsid w:val="005A7BB1"/>
    <w:rsid w:val="005B5E30"/>
    <w:rsid w:val="005C3E73"/>
    <w:rsid w:val="005D06BE"/>
    <w:rsid w:val="005D0D6A"/>
    <w:rsid w:val="005D1364"/>
    <w:rsid w:val="005D7E85"/>
    <w:rsid w:val="005E1AEE"/>
    <w:rsid w:val="005E70E1"/>
    <w:rsid w:val="00601A91"/>
    <w:rsid w:val="0060429A"/>
    <w:rsid w:val="00616554"/>
    <w:rsid w:val="00616F21"/>
    <w:rsid w:val="0062457A"/>
    <w:rsid w:val="00624774"/>
    <w:rsid w:val="00632079"/>
    <w:rsid w:val="006321C2"/>
    <w:rsid w:val="00646F24"/>
    <w:rsid w:val="00655C5D"/>
    <w:rsid w:val="006634DA"/>
    <w:rsid w:val="00666BC1"/>
    <w:rsid w:val="00675565"/>
    <w:rsid w:val="00675D53"/>
    <w:rsid w:val="00684C28"/>
    <w:rsid w:val="006858EC"/>
    <w:rsid w:val="0069632B"/>
    <w:rsid w:val="0069696B"/>
    <w:rsid w:val="006A36FC"/>
    <w:rsid w:val="006B2F84"/>
    <w:rsid w:val="006C0C89"/>
    <w:rsid w:val="006C5664"/>
    <w:rsid w:val="006D1736"/>
    <w:rsid w:val="006E1FDF"/>
    <w:rsid w:val="006E42CA"/>
    <w:rsid w:val="006E7EC1"/>
    <w:rsid w:val="006F0B65"/>
    <w:rsid w:val="006F7B78"/>
    <w:rsid w:val="00700303"/>
    <w:rsid w:val="00704354"/>
    <w:rsid w:val="00714746"/>
    <w:rsid w:val="00715799"/>
    <w:rsid w:val="00717D75"/>
    <w:rsid w:val="007220E8"/>
    <w:rsid w:val="00723F27"/>
    <w:rsid w:val="0072511E"/>
    <w:rsid w:val="00730498"/>
    <w:rsid w:val="007378F2"/>
    <w:rsid w:val="00740196"/>
    <w:rsid w:val="00740B5A"/>
    <w:rsid w:val="0075206A"/>
    <w:rsid w:val="0075740B"/>
    <w:rsid w:val="00765A80"/>
    <w:rsid w:val="007712F4"/>
    <w:rsid w:val="0077672C"/>
    <w:rsid w:val="007908E0"/>
    <w:rsid w:val="00790AAF"/>
    <w:rsid w:val="00796CD4"/>
    <w:rsid w:val="007A3990"/>
    <w:rsid w:val="007A5B3B"/>
    <w:rsid w:val="007B5598"/>
    <w:rsid w:val="007B6129"/>
    <w:rsid w:val="007C0512"/>
    <w:rsid w:val="007C3E07"/>
    <w:rsid w:val="007C7509"/>
    <w:rsid w:val="007D5CE0"/>
    <w:rsid w:val="007D73A4"/>
    <w:rsid w:val="007E1EA5"/>
    <w:rsid w:val="007F116E"/>
    <w:rsid w:val="008100AA"/>
    <w:rsid w:val="00810626"/>
    <w:rsid w:val="00817CAD"/>
    <w:rsid w:val="008232F6"/>
    <w:rsid w:val="00850549"/>
    <w:rsid w:val="00853D3B"/>
    <w:rsid w:val="00854EDA"/>
    <w:rsid w:val="00866C11"/>
    <w:rsid w:val="0087353B"/>
    <w:rsid w:val="00892C15"/>
    <w:rsid w:val="0089737B"/>
    <w:rsid w:val="008A0B10"/>
    <w:rsid w:val="008A1F80"/>
    <w:rsid w:val="008A5415"/>
    <w:rsid w:val="008A6FBA"/>
    <w:rsid w:val="008A7DC7"/>
    <w:rsid w:val="008C1A6C"/>
    <w:rsid w:val="008D043B"/>
    <w:rsid w:val="008D492C"/>
    <w:rsid w:val="008D612A"/>
    <w:rsid w:val="008D719E"/>
    <w:rsid w:val="008E050A"/>
    <w:rsid w:val="008E0D6C"/>
    <w:rsid w:val="008E22E6"/>
    <w:rsid w:val="008E598F"/>
    <w:rsid w:val="008F1860"/>
    <w:rsid w:val="008F550E"/>
    <w:rsid w:val="008F5EBE"/>
    <w:rsid w:val="00901D89"/>
    <w:rsid w:val="00902A37"/>
    <w:rsid w:val="00910967"/>
    <w:rsid w:val="00917DA4"/>
    <w:rsid w:val="00923D6E"/>
    <w:rsid w:val="00942203"/>
    <w:rsid w:val="009560A4"/>
    <w:rsid w:val="009602DB"/>
    <w:rsid w:val="009606DA"/>
    <w:rsid w:val="0096493B"/>
    <w:rsid w:val="00965BCC"/>
    <w:rsid w:val="00983072"/>
    <w:rsid w:val="009850DC"/>
    <w:rsid w:val="00991218"/>
    <w:rsid w:val="009B4926"/>
    <w:rsid w:val="009B4B78"/>
    <w:rsid w:val="009B6545"/>
    <w:rsid w:val="009C023B"/>
    <w:rsid w:val="009C07DA"/>
    <w:rsid w:val="009D3A7B"/>
    <w:rsid w:val="009D42E4"/>
    <w:rsid w:val="009E1060"/>
    <w:rsid w:val="009E1DDD"/>
    <w:rsid w:val="009E7FB2"/>
    <w:rsid w:val="009F57B2"/>
    <w:rsid w:val="009F7B47"/>
    <w:rsid w:val="00A036A6"/>
    <w:rsid w:val="00A05DEB"/>
    <w:rsid w:val="00A11762"/>
    <w:rsid w:val="00A20A2E"/>
    <w:rsid w:val="00A43A00"/>
    <w:rsid w:val="00A5001D"/>
    <w:rsid w:val="00A60474"/>
    <w:rsid w:val="00A62F07"/>
    <w:rsid w:val="00A742E9"/>
    <w:rsid w:val="00A81BD3"/>
    <w:rsid w:val="00A82EB3"/>
    <w:rsid w:val="00A87A63"/>
    <w:rsid w:val="00A978C5"/>
    <w:rsid w:val="00AB1AEF"/>
    <w:rsid w:val="00AC0A7B"/>
    <w:rsid w:val="00AC4300"/>
    <w:rsid w:val="00AC5DE1"/>
    <w:rsid w:val="00AD7464"/>
    <w:rsid w:val="00AE1A2B"/>
    <w:rsid w:val="00AF2936"/>
    <w:rsid w:val="00AF2B39"/>
    <w:rsid w:val="00AF46B8"/>
    <w:rsid w:val="00B02FFC"/>
    <w:rsid w:val="00B060B4"/>
    <w:rsid w:val="00B07B43"/>
    <w:rsid w:val="00B10172"/>
    <w:rsid w:val="00B146FC"/>
    <w:rsid w:val="00B14EAE"/>
    <w:rsid w:val="00B30D0F"/>
    <w:rsid w:val="00B45552"/>
    <w:rsid w:val="00B469D1"/>
    <w:rsid w:val="00B53364"/>
    <w:rsid w:val="00B555DD"/>
    <w:rsid w:val="00B560E2"/>
    <w:rsid w:val="00B600FF"/>
    <w:rsid w:val="00B6496C"/>
    <w:rsid w:val="00B66CE6"/>
    <w:rsid w:val="00B67113"/>
    <w:rsid w:val="00B76760"/>
    <w:rsid w:val="00B85CBA"/>
    <w:rsid w:val="00B85D33"/>
    <w:rsid w:val="00B965D4"/>
    <w:rsid w:val="00BA051C"/>
    <w:rsid w:val="00BA086B"/>
    <w:rsid w:val="00BA2B65"/>
    <w:rsid w:val="00BA6128"/>
    <w:rsid w:val="00BB461D"/>
    <w:rsid w:val="00BB7DF2"/>
    <w:rsid w:val="00BC0187"/>
    <w:rsid w:val="00BC790A"/>
    <w:rsid w:val="00BD6213"/>
    <w:rsid w:val="00BE07B7"/>
    <w:rsid w:val="00BE5A62"/>
    <w:rsid w:val="00BF1252"/>
    <w:rsid w:val="00BF6BAC"/>
    <w:rsid w:val="00C000AB"/>
    <w:rsid w:val="00C031AE"/>
    <w:rsid w:val="00C10022"/>
    <w:rsid w:val="00C13302"/>
    <w:rsid w:val="00C3147C"/>
    <w:rsid w:val="00C316E0"/>
    <w:rsid w:val="00C451C0"/>
    <w:rsid w:val="00C52A77"/>
    <w:rsid w:val="00C52AF4"/>
    <w:rsid w:val="00C71A8D"/>
    <w:rsid w:val="00C71FFE"/>
    <w:rsid w:val="00C76F17"/>
    <w:rsid w:val="00C81B74"/>
    <w:rsid w:val="00C83119"/>
    <w:rsid w:val="00C85830"/>
    <w:rsid w:val="00C872A9"/>
    <w:rsid w:val="00C92433"/>
    <w:rsid w:val="00C92EEF"/>
    <w:rsid w:val="00C95AE5"/>
    <w:rsid w:val="00CA3060"/>
    <w:rsid w:val="00CA3647"/>
    <w:rsid w:val="00CA585B"/>
    <w:rsid w:val="00CB1458"/>
    <w:rsid w:val="00CB7D91"/>
    <w:rsid w:val="00CC229F"/>
    <w:rsid w:val="00CD0484"/>
    <w:rsid w:val="00CF23B4"/>
    <w:rsid w:val="00D05EE3"/>
    <w:rsid w:val="00D154E8"/>
    <w:rsid w:val="00D158C6"/>
    <w:rsid w:val="00D20295"/>
    <w:rsid w:val="00D20873"/>
    <w:rsid w:val="00D27802"/>
    <w:rsid w:val="00D31BBC"/>
    <w:rsid w:val="00D31D96"/>
    <w:rsid w:val="00D4604F"/>
    <w:rsid w:val="00D51A5F"/>
    <w:rsid w:val="00D52F7B"/>
    <w:rsid w:val="00D56534"/>
    <w:rsid w:val="00D57D52"/>
    <w:rsid w:val="00D645FD"/>
    <w:rsid w:val="00D710CD"/>
    <w:rsid w:val="00D919AA"/>
    <w:rsid w:val="00D95097"/>
    <w:rsid w:val="00DA4E88"/>
    <w:rsid w:val="00DB6B92"/>
    <w:rsid w:val="00DC0B1F"/>
    <w:rsid w:val="00DC2FEA"/>
    <w:rsid w:val="00DD4F99"/>
    <w:rsid w:val="00DD7302"/>
    <w:rsid w:val="00DE3EDE"/>
    <w:rsid w:val="00DF32E3"/>
    <w:rsid w:val="00E03BD6"/>
    <w:rsid w:val="00E05FF9"/>
    <w:rsid w:val="00E12737"/>
    <w:rsid w:val="00E1497A"/>
    <w:rsid w:val="00E2772B"/>
    <w:rsid w:val="00E30B05"/>
    <w:rsid w:val="00E36960"/>
    <w:rsid w:val="00E42CDE"/>
    <w:rsid w:val="00E44C79"/>
    <w:rsid w:val="00E50FE0"/>
    <w:rsid w:val="00E5182C"/>
    <w:rsid w:val="00E557A5"/>
    <w:rsid w:val="00E55C34"/>
    <w:rsid w:val="00E62846"/>
    <w:rsid w:val="00E6409D"/>
    <w:rsid w:val="00E77B89"/>
    <w:rsid w:val="00E80298"/>
    <w:rsid w:val="00E82D64"/>
    <w:rsid w:val="00E83E7A"/>
    <w:rsid w:val="00E85D26"/>
    <w:rsid w:val="00E90B50"/>
    <w:rsid w:val="00EA4C42"/>
    <w:rsid w:val="00EB0403"/>
    <w:rsid w:val="00EB6751"/>
    <w:rsid w:val="00EC2115"/>
    <w:rsid w:val="00EF0CD0"/>
    <w:rsid w:val="00EF63DB"/>
    <w:rsid w:val="00F06098"/>
    <w:rsid w:val="00F11511"/>
    <w:rsid w:val="00F21577"/>
    <w:rsid w:val="00F238A8"/>
    <w:rsid w:val="00F27226"/>
    <w:rsid w:val="00F276D0"/>
    <w:rsid w:val="00F34473"/>
    <w:rsid w:val="00F4305C"/>
    <w:rsid w:val="00F437B4"/>
    <w:rsid w:val="00F509D7"/>
    <w:rsid w:val="00F5356D"/>
    <w:rsid w:val="00F61EFA"/>
    <w:rsid w:val="00F77752"/>
    <w:rsid w:val="00F8111D"/>
    <w:rsid w:val="00F83BEA"/>
    <w:rsid w:val="00F85CF6"/>
    <w:rsid w:val="00F91435"/>
    <w:rsid w:val="00FA3DFA"/>
    <w:rsid w:val="00FA55AD"/>
    <w:rsid w:val="00FA6077"/>
    <w:rsid w:val="00FA6FE8"/>
    <w:rsid w:val="00FB0E0E"/>
    <w:rsid w:val="00FB1C8F"/>
    <w:rsid w:val="00FC102F"/>
    <w:rsid w:val="00FC2906"/>
    <w:rsid w:val="00FC2FDC"/>
    <w:rsid w:val="00FD3DF5"/>
    <w:rsid w:val="00FD42F5"/>
    <w:rsid w:val="00FD5274"/>
    <w:rsid w:val="00FD55B2"/>
    <w:rsid w:val="00FD6727"/>
    <w:rsid w:val="00FE04F0"/>
    <w:rsid w:val="00FE1306"/>
    <w:rsid w:val="00FE58EE"/>
    <w:rsid w:val="00FF1FDD"/>
    <w:rsid w:val="00FF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4B1DB7"/>
  <w15:chartTrackingRefBased/>
  <w15:docId w15:val="{FBF84B8C-13D0-D546-B64C-2171F791D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F61EFA"/>
    <w:pPr>
      <w:keepNext/>
      <w:numPr>
        <w:numId w:val="32"/>
      </w:numPr>
      <w:tabs>
        <w:tab w:val="left" w:pos="-1440"/>
        <w:tab w:val="left" w:pos="-720"/>
        <w:tab w:val="left" w:pos="0"/>
        <w:tab w:val="left" w:pos="520"/>
        <w:tab w:val="left" w:pos="933"/>
        <w:tab w:val="left" w:pos="1346"/>
      </w:tabs>
      <w:jc w:val="both"/>
      <w:outlineLvl w:val="0"/>
    </w:pPr>
    <w:rPr>
      <w:rFonts w:ascii="Arial" w:hAnsi="Arial"/>
      <w:b/>
      <w:snapToGrid w:val="0"/>
      <w:sz w:val="22"/>
      <w:szCs w:val="20"/>
    </w:rPr>
  </w:style>
  <w:style w:type="paragraph" w:styleId="Heading2">
    <w:name w:val="heading 2"/>
    <w:basedOn w:val="Normal"/>
    <w:next w:val="Normal"/>
    <w:qFormat/>
    <w:rsid w:val="00F61EFA"/>
    <w:pPr>
      <w:keepNext/>
      <w:widowControl w:val="0"/>
      <w:tabs>
        <w:tab w:val="center" w:pos="4680"/>
      </w:tabs>
      <w:jc w:val="center"/>
      <w:outlineLvl w:val="1"/>
    </w:pPr>
    <w:rPr>
      <w:b/>
      <w:snapToGrid w:val="0"/>
      <w:sz w:val="22"/>
      <w:szCs w:val="20"/>
    </w:rPr>
  </w:style>
  <w:style w:type="paragraph" w:styleId="Heading3">
    <w:name w:val="heading 3"/>
    <w:basedOn w:val="Normal"/>
    <w:next w:val="Normal"/>
    <w:qFormat/>
    <w:rsid w:val="00F61EFA"/>
    <w:pPr>
      <w:keepNext/>
      <w:ind w:firstLine="520"/>
      <w:outlineLvl w:val="2"/>
    </w:pPr>
    <w:rPr>
      <w:rFonts w:ascii="Arial" w:hAnsi="Arial"/>
      <w:snapToGrid w:val="0"/>
      <w:sz w:val="22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E1F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E1FD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5664"/>
  </w:style>
  <w:style w:type="paragraph" w:styleId="PlainText">
    <w:name w:val="Plain Text"/>
    <w:basedOn w:val="Normal"/>
    <w:rsid w:val="00081D56"/>
    <w:rPr>
      <w:rFonts w:ascii="Courier New" w:hAnsi="Courier New"/>
      <w:sz w:val="20"/>
      <w:szCs w:val="20"/>
    </w:rPr>
  </w:style>
  <w:style w:type="paragraph" w:customStyle="1" w:styleId="Quick">
    <w:name w:val="Quick"/>
    <w:basedOn w:val="Normal"/>
    <w:rsid w:val="003A3497"/>
    <w:pPr>
      <w:widowControl w:val="0"/>
      <w:ind w:left="1440" w:hanging="720"/>
    </w:pPr>
    <w:rPr>
      <w:snapToGrid w:val="0"/>
      <w:szCs w:val="20"/>
    </w:rPr>
  </w:style>
  <w:style w:type="paragraph" w:styleId="BodyTextIndent3">
    <w:name w:val="Body Text Indent 3"/>
    <w:basedOn w:val="Normal"/>
    <w:rsid w:val="003A3497"/>
    <w:pPr>
      <w:tabs>
        <w:tab w:val="left" w:pos="-1440"/>
      </w:tabs>
      <w:ind w:hanging="1440"/>
      <w:jc w:val="both"/>
    </w:pPr>
    <w:rPr>
      <w:sz w:val="20"/>
      <w:szCs w:val="20"/>
    </w:rPr>
  </w:style>
  <w:style w:type="paragraph" w:customStyle="1" w:styleId="BevsStyle">
    <w:name w:val="Bev's Style"/>
    <w:basedOn w:val="Normal"/>
    <w:rsid w:val="003A3497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napToGrid w:val="0"/>
      <w:jc w:val="both"/>
    </w:pPr>
    <w:rPr>
      <w:sz w:val="26"/>
      <w:szCs w:val="20"/>
    </w:rPr>
  </w:style>
  <w:style w:type="paragraph" w:styleId="BodyText2">
    <w:name w:val="Body Text 2"/>
    <w:basedOn w:val="Normal"/>
    <w:rsid w:val="00F61EFA"/>
    <w:pPr>
      <w:widowControl w:val="0"/>
      <w:spacing w:after="120" w:line="480" w:lineRule="auto"/>
    </w:pPr>
    <w:rPr>
      <w:rFonts w:ascii="CG Times" w:hAnsi="CG Times"/>
      <w:snapToGrid w:val="0"/>
      <w:szCs w:val="20"/>
    </w:rPr>
  </w:style>
  <w:style w:type="paragraph" w:customStyle="1" w:styleId="Indent25">
    <w:name w:val="Indent .25"/>
    <w:basedOn w:val="Normal"/>
    <w:rsid w:val="00B469D1"/>
    <w:pPr>
      <w:tabs>
        <w:tab w:val="left" w:pos="720"/>
      </w:tabs>
      <w:suppressAutoHyphens/>
      <w:ind w:left="360"/>
    </w:pPr>
    <w:rPr>
      <w:rFonts w:ascii="Optimum" w:hAnsi="Optimum"/>
      <w:sz w:val="22"/>
      <w:szCs w:val="20"/>
    </w:rPr>
  </w:style>
  <w:style w:type="paragraph" w:styleId="BalloonText">
    <w:name w:val="Balloon Text"/>
    <w:basedOn w:val="Normal"/>
    <w:link w:val="BalloonTextChar"/>
    <w:rsid w:val="008106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10626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9B4B78"/>
    <w:rPr>
      <w:i/>
      <w:iCs/>
    </w:rPr>
  </w:style>
  <w:style w:type="paragraph" w:styleId="ListParagraph">
    <w:name w:val="List Paragraph"/>
    <w:basedOn w:val="Normal"/>
    <w:uiPriority w:val="34"/>
    <w:qFormat/>
    <w:rsid w:val="006A36FC"/>
    <w:pPr>
      <w:ind w:left="720"/>
      <w:contextualSpacing/>
    </w:pPr>
  </w:style>
  <w:style w:type="paragraph" w:customStyle="1" w:styleId="Default">
    <w:name w:val="Default"/>
    <w:rsid w:val="007A5B3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3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T:\Proposals\AGREEMENT%20FOR%20PROFESSIONAL%20SERVIC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T:\Proposals\AGREEMENT FOR PROFESSIONAL SERVICES.dot</Template>
  <TotalTime>11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AGREEMENT FOR PROFESSIONAL SERVICES</vt:lpstr>
    </vt:vector>
  </TitlesOfParts>
  <Company>cph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 FOR PROFESSIONAL SERVICES</dc:title>
  <dc:subject/>
  <dc:creator>Cph</dc:creator>
  <cp:keywords/>
  <cp:lastModifiedBy>Chris Collins</cp:lastModifiedBy>
  <cp:revision>4</cp:revision>
  <cp:lastPrinted>2020-05-07T21:24:00Z</cp:lastPrinted>
  <dcterms:created xsi:type="dcterms:W3CDTF">2019-12-23T13:54:00Z</dcterms:created>
  <dcterms:modified xsi:type="dcterms:W3CDTF">2020-05-07T21:25:00Z</dcterms:modified>
</cp:coreProperties>
</file>